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2B72" w14:textId="79304649" w:rsidR="0012546D" w:rsidRPr="00C51022" w:rsidRDefault="00BA72C8" w:rsidP="00C51022">
      <w:pPr>
        <w:pStyle w:val="Monospace"/>
        <w:rPr>
          <w:lang w:val="de-DE"/>
        </w:rPr>
      </w:pPr>
      <w:r>
        <w:rPr>
          <w:lang w:val="de-DE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4C055F8C" wp14:editId="75C7114C">
                <wp:simplePos x="0" y="0"/>
                <wp:positionH relativeFrom="column">
                  <wp:posOffset>1333500</wp:posOffset>
                </wp:positionH>
                <wp:positionV relativeFrom="paragraph">
                  <wp:posOffset>933450</wp:posOffset>
                </wp:positionV>
                <wp:extent cx="1143000" cy="819150"/>
                <wp:effectExtent l="419100" t="400050" r="419100" b="457200"/>
                <wp:wrapSquare wrapText="bothSides"/>
                <wp:docPr id="125099846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819150"/>
                          <a:chOff x="0" y="0"/>
                          <a:chExt cx="1143000" cy="819150"/>
                        </a:xfrm>
                        <a:effectLst>
                          <a:glow rad="457200">
                            <a:schemeClr val="accent6">
                              <a:satMod val="175000"/>
                            </a:schemeClr>
                          </a:glow>
                        </a:effectLst>
                      </wpg:grpSpPr>
                      <wps:wsp>
                        <wps:cNvPr id="1228656076" name="Isosceles Triangle 1"/>
                        <wps:cNvSpPr/>
                        <wps:spPr>
                          <a:xfrm>
                            <a:off x="0" y="0"/>
                            <a:ext cx="1143000" cy="819150"/>
                          </a:xfrm>
                          <a:prstGeom prst="triangle">
                            <a:avLst/>
                          </a:prstGeom>
                          <a:effectLst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904639" name="Oval 2"/>
                        <wps:cNvSpPr/>
                        <wps:spPr>
                          <a:xfrm>
                            <a:off x="447675" y="381000"/>
                            <a:ext cx="285750" cy="295275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E75960" id="Group 3" o:spid="_x0000_s1026" style="position:absolute;margin-left:105pt;margin-top:73.5pt;width:90pt;height:64.5pt;z-index:251660288;mso-wrap-distance-left:0;mso-wrap-distance-right:0" coordsize="11430,8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" o:spid="_x0000_s1027" type="#_x0000_t5" style="position:absolute;width:11430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" fillcolor="#4f81bd [3204]" strokecolor="#0a121c [484]" strokeweight="2pt"/>
                <v:oval id="Oval 2" o:spid="_x0000_s1028" style="position:absolute;left:4476;top:3810;width:2858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" fillcolor="yellow" strokecolor="#0a121c [484]" strokeweight="2pt"/>
                <w10:wrap type="square"/>
              </v:group>
            </w:pict>
          </mc:Fallback>
        </mc:AlternateContent>
      </w:r>
      <w:r w:rsidR="00C51022">
        <w:rPr>
          <w:lang w:val="de-DE"/>
        </w:rPr>
        <w:t xml:space="preserve">A b c d e f g h i j k l m n o p q r s t u v w x y z </w:t>
      </w:r>
      <w:r w:rsidR="00C51022">
        <w:rPr>
          <w:lang w:val="de-DE"/>
        </w:rPr>
        <w:t xml:space="preserve"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</w:t>
      </w:r>
    </w:p>
    <w:sectPr w:rsidR="0012546D" w:rsidRPr="00C51022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022"/>
    <w:rsid w:val="000C1ECD"/>
    <w:rsid w:val="0012546D"/>
    <w:rsid w:val="002B63F0"/>
    <w:rsid w:val="00321565"/>
    <w:rsid w:val="00326855"/>
    <w:rsid w:val="004E38BB"/>
    <w:rsid w:val="005702D9"/>
    <w:rsid w:val="0062363A"/>
    <w:rsid w:val="007257C4"/>
    <w:rsid w:val="0087728C"/>
    <w:rsid w:val="00912661"/>
    <w:rsid w:val="00936920"/>
    <w:rsid w:val="00AB7264"/>
    <w:rsid w:val="00B1519E"/>
    <w:rsid w:val="00BA72C8"/>
    <w:rsid w:val="00BB620D"/>
    <w:rsid w:val="00BD6080"/>
    <w:rsid w:val="00C26373"/>
    <w:rsid w:val="00C51022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B32CA3"/>
  <w14:discardImageEditingData/>
  <w14:defaultImageDpi w14:val="32767"/>
  <w15:chartTrackingRefBased/>
  <w15:docId w15:val="{427D3B06-A998-4C74-91AB-49B1D3C7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1022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ospace">
    <w:name w:val="Monospace"/>
    <w:basedOn w:val="Normal"/>
    <w:qFormat/>
    <w:rsid w:val="00C51022"/>
    <w:pPr>
      <w:snapToGrid w:val="0"/>
      <w:spacing w:after="0" w:line="240" w:lineRule="auto"/>
    </w:pPr>
    <w:rPr>
      <w:rFonts w:ascii="Courier New" w:hAnsi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2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2023-10-06T22:20:00Z</dcterms:created>
  <dcterms:modified xsi:type="dcterms:W3CDTF">2023-10-06T22:20:00Z</dcterms:modified>
</cp:coreProperties>
</file>